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4C9" w:rsidRPr="00271F44" w:rsidRDefault="0035255C" w:rsidP="00271F44">
      <w:pPr>
        <w:jc w:val="center"/>
        <w:rPr>
          <w:rFonts w:ascii="Courier New" w:hAnsi="Courier New"/>
          <w:b/>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3pt;margin-top:-6.5pt;width:1in;height:71.8pt;z-index:251657728" o:allowincell="f">
            <v:imagedata r:id="rId6" o:title=""/>
          </v:shape>
          <o:OLEObject Type="Embed" ProgID="WordPro.Document" ShapeID="_x0000_s1026" DrawAspect="Content" ObjectID="_1635241694" r:id="rId7"/>
        </w:object>
      </w:r>
      <w:r w:rsidR="006204C9" w:rsidRPr="00271F44">
        <w:rPr>
          <w:rFonts w:ascii="Courier New" w:hAnsi="Courier New"/>
          <w:b/>
        </w:rPr>
        <w:t>UNITED STATES MARINE CORPS</w:t>
      </w:r>
    </w:p>
    <w:p w:rsidR="00D82F35" w:rsidRPr="00271F44" w:rsidRDefault="00D82F35" w:rsidP="00271F44">
      <w:pPr>
        <w:jc w:val="center"/>
        <w:rPr>
          <w:rFonts w:ascii="Courier New" w:hAnsi="Courier New"/>
          <w:b/>
          <w:sz w:val="16"/>
          <w:szCs w:val="16"/>
        </w:rPr>
      </w:pPr>
      <w:r w:rsidRPr="00271F44">
        <w:rPr>
          <w:rFonts w:ascii="Courier New" w:hAnsi="Courier New"/>
          <w:b/>
          <w:sz w:val="16"/>
          <w:szCs w:val="16"/>
        </w:rPr>
        <w:t>(Unit Letterhead)</w:t>
      </w:r>
    </w:p>
    <w:p w:rsidR="006204C9" w:rsidRDefault="006204C9" w:rsidP="00271F44">
      <w:pPr>
        <w:pStyle w:val="DefaultText"/>
      </w:pPr>
      <w:r>
        <w:tab/>
      </w:r>
      <w:r>
        <w:tab/>
      </w:r>
      <w:r>
        <w:tab/>
      </w:r>
      <w:r>
        <w:tab/>
      </w:r>
      <w:r>
        <w:tab/>
      </w:r>
      <w:r>
        <w:tab/>
      </w:r>
      <w:r>
        <w:tab/>
      </w:r>
      <w:r>
        <w:tab/>
      </w:r>
      <w:r>
        <w:tab/>
      </w:r>
      <w:r>
        <w:tab/>
      </w:r>
      <w:r>
        <w:tab/>
      </w:r>
    </w:p>
    <w:p w:rsidR="006204C9" w:rsidRDefault="006204C9" w:rsidP="00271F44">
      <w:pPr>
        <w:pStyle w:val="DefaultText"/>
        <w:rPr>
          <w:rFonts w:ascii="Courier New" w:hAnsi="Courier New" w:cs="Courier New"/>
        </w:rPr>
      </w:pPr>
      <w:r>
        <w:tab/>
      </w:r>
      <w:r>
        <w:tab/>
      </w:r>
      <w:r>
        <w:tab/>
      </w:r>
      <w:r>
        <w:tab/>
      </w:r>
      <w:r>
        <w:tab/>
      </w:r>
      <w:r>
        <w:tab/>
      </w:r>
      <w:r>
        <w:tab/>
      </w:r>
      <w:r>
        <w:rPr>
          <w:rFonts w:ascii="Courier New" w:hAnsi="Courier New" w:cs="Courier New"/>
        </w:rPr>
        <w:tab/>
      </w:r>
    </w:p>
    <w:p w:rsidR="00EB1894" w:rsidRPr="00EB1894" w:rsidRDefault="00EB1894" w:rsidP="00271F44">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271F44">
        <w:rPr>
          <w:rFonts w:ascii="Courier New" w:hAnsi="Courier New" w:cs="Courier New"/>
        </w:rPr>
        <w:tab/>
      </w:r>
      <w:r w:rsidR="00271F44">
        <w:rPr>
          <w:rFonts w:ascii="Courier New" w:hAnsi="Courier New" w:cs="Courier New"/>
        </w:rPr>
        <w:tab/>
      </w:r>
      <w:r w:rsidR="00271F44">
        <w:rPr>
          <w:rFonts w:ascii="Courier New" w:hAnsi="Courier New" w:cs="Courier New"/>
        </w:rPr>
        <w:tab/>
      </w:r>
      <w:r w:rsidR="00271F44">
        <w:rPr>
          <w:rFonts w:ascii="Courier New" w:hAnsi="Courier New" w:cs="Courier New"/>
        </w:rPr>
        <w:tab/>
      </w:r>
      <w:r w:rsidR="00D82F35">
        <w:rPr>
          <w:rFonts w:ascii="Courier New" w:hAnsi="Courier New" w:cs="Courier New"/>
        </w:rPr>
        <w:t>Date</w:t>
      </w:r>
    </w:p>
    <w:p w:rsidR="00EB1894" w:rsidRPr="00EB1894" w:rsidRDefault="00EB1894" w:rsidP="00271F44">
      <w:pPr>
        <w:pStyle w:val="Heading2"/>
        <w:jc w:val="left"/>
        <w:rPr>
          <w:rFonts w:ascii="Courier New" w:hAnsi="Courier New" w:cs="Courier New"/>
          <w:sz w:val="20"/>
        </w:rPr>
      </w:pPr>
      <w:r w:rsidRPr="00EB1894">
        <w:tab/>
      </w:r>
      <w:r w:rsidRPr="00EB1894">
        <w:tab/>
      </w:r>
      <w:r w:rsidRPr="00EB1894">
        <w:tab/>
      </w:r>
      <w:r>
        <w:tab/>
      </w:r>
      <w:r>
        <w:tab/>
      </w:r>
      <w:r>
        <w:tab/>
      </w:r>
      <w:r>
        <w:tab/>
      </w:r>
      <w:r>
        <w:tab/>
      </w:r>
      <w:r>
        <w:tab/>
      </w:r>
      <w:r>
        <w:tab/>
      </w:r>
      <w:r>
        <w:tab/>
      </w:r>
      <w:r w:rsidRPr="00EB1894">
        <w:rPr>
          <w:rFonts w:ascii="Courier New" w:hAnsi="Courier New" w:cs="Courier New"/>
          <w:sz w:val="20"/>
        </w:rPr>
        <w:t xml:space="preserve">   </w:t>
      </w:r>
    </w:p>
    <w:p w:rsidR="00E52CD1" w:rsidRDefault="00E52CD1" w:rsidP="00271F44">
      <w:pPr>
        <w:rPr>
          <w:rFonts w:ascii="Courier New" w:hAnsi="Courier New" w:cs="Courier New"/>
        </w:rPr>
      </w:pPr>
    </w:p>
    <w:p w:rsidR="00EB1894" w:rsidRPr="00EB1894" w:rsidRDefault="00EB1894" w:rsidP="00271F44">
      <w:pPr>
        <w:rPr>
          <w:rFonts w:ascii="Courier New" w:hAnsi="Courier New" w:cs="Courier New"/>
        </w:rPr>
      </w:pPr>
      <w:r w:rsidRPr="00EB1894">
        <w:rPr>
          <w:rFonts w:ascii="Courier New" w:hAnsi="Courier New" w:cs="Courier New"/>
        </w:rPr>
        <w:t xml:space="preserve">From: </w:t>
      </w:r>
      <w:r w:rsidR="00271F44">
        <w:rPr>
          <w:rFonts w:ascii="Courier New" w:hAnsi="Courier New" w:cs="Courier New"/>
        </w:rPr>
        <w:t xml:space="preserve"> </w:t>
      </w:r>
      <w:r w:rsidR="00D82F35">
        <w:rPr>
          <w:rFonts w:ascii="Courier New" w:hAnsi="Courier New" w:cs="Courier New"/>
          <w:b/>
        </w:rPr>
        <w:t>Captain I.M. Rifleman</w:t>
      </w:r>
    </w:p>
    <w:p w:rsidR="00EB1894" w:rsidRPr="00EB1894" w:rsidRDefault="00EB1894" w:rsidP="00271F44">
      <w:pPr>
        <w:rPr>
          <w:rFonts w:ascii="Courier New" w:hAnsi="Courier New" w:cs="Courier New"/>
        </w:rPr>
      </w:pPr>
      <w:r w:rsidRPr="00EB1894">
        <w:rPr>
          <w:rFonts w:ascii="Courier New" w:hAnsi="Courier New" w:cs="Courier New"/>
        </w:rPr>
        <w:t xml:space="preserve">To:   </w:t>
      </w:r>
      <w:r w:rsidR="00271F44">
        <w:rPr>
          <w:rFonts w:ascii="Courier New" w:hAnsi="Courier New" w:cs="Courier New"/>
        </w:rPr>
        <w:t xml:space="preserve"> </w:t>
      </w:r>
      <w:r w:rsidR="0035255C">
        <w:rPr>
          <w:rFonts w:ascii="Courier New" w:hAnsi="Courier New" w:cs="Courier New"/>
        </w:rPr>
        <w:t>Command Inspector General</w:t>
      </w:r>
      <w:bookmarkStart w:id="0" w:name="_GoBack"/>
      <w:bookmarkEnd w:id="0"/>
    </w:p>
    <w:p w:rsidR="00EB1894" w:rsidRPr="00EB1894" w:rsidRDefault="00EB1894" w:rsidP="00271F44">
      <w:pPr>
        <w:rPr>
          <w:rFonts w:ascii="Courier New" w:hAnsi="Courier New" w:cs="Courier New"/>
        </w:rPr>
      </w:pPr>
    </w:p>
    <w:p w:rsidR="00EB1894" w:rsidRPr="00EB1894" w:rsidRDefault="00EB1894" w:rsidP="00271F44">
      <w:pPr>
        <w:rPr>
          <w:rFonts w:ascii="Courier New" w:hAnsi="Courier New" w:cs="Courier New"/>
        </w:rPr>
      </w:pPr>
      <w:r w:rsidRPr="00EB1894">
        <w:rPr>
          <w:rFonts w:ascii="Courier New" w:hAnsi="Courier New" w:cs="Courier New"/>
        </w:rPr>
        <w:t xml:space="preserve">Subj: </w:t>
      </w:r>
      <w:r w:rsidR="00271F44">
        <w:rPr>
          <w:rFonts w:ascii="Courier New" w:hAnsi="Courier New" w:cs="Courier New"/>
        </w:rPr>
        <w:t xml:space="preserve"> </w:t>
      </w:r>
      <w:r w:rsidR="00586655">
        <w:rPr>
          <w:rFonts w:ascii="Courier New" w:hAnsi="Courier New" w:cs="Courier New"/>
        </w:rPr>
        <w:t>TRAFFIC COURT HEARING APPEAL</w:t>
      </w:r>
    </w:p>
    <w:p w:rsidR="00EB1894" w:rsidRPr="00EB1894" w:rsidRDefault="00EB1894" w:rsidP="00271F44">
      <w:pPr>
        <w:rPr>
          <w:rFonts w:ascii="Courier New" w:hAnsi="Courier New" w:cs="Courier New"/>
        </w:rPr>
      </w:pPr>
    </w:p>
    <w:p w:rsidR="00EB1894" w:rsidRPr="00EB1894" w:rsidRDefault="00EB1894" w:rsidP="00271F44">
      <w:pPr>
        <w:rPr>
          <w:rFonts w:ascii="Courier New" w:hAnsi="Courier New" w:cs="Courier New"/>
        </w:rPr>
      </w:pPr>
      <w:r w:rsidRPr="00EB1894">
        <w:rPr>
          <w:rFonts w:ascii="Courier New" w:hAnsi="Courier New" w:cs="Courier New"/>
        </w:rPr>
        <w:t xml:space="preserve">Ref: </w:t>
      </w:r>
      <w:r w:rsidR="00271F44">
        <w:rPr>
          <w:rFonts w:ascii="Courier New" w:hAnsi="Courier New" w:cs="Courier New"/>
        </w:rPr>
        <w:t xml:space="preserve">  </w:t>
      </w:r>
      <w:r w:rsidRPr="00EB1894">
        <w:rPr>
          <w:rFonts w:ascii="Courier New" w:hAnsi="Courier New" w:cs="Courier New"/>
        </w:rPr>
        <w:t>(a) M</w:t>
      </w:r>
      <w:r>
        <w:rPr>
          <w:rFonts w:ascii="Courier New" w:hAnsi="Courier New" w:cs="Courier New"/>
        </w:rPr>
        <w:t>CO 5110.1D</w:t>
      </w:r>
    </w:p>
    <w:p w:rsidR="00EB1894" w:rsidRDefault="00EB1894" w:rsidP="00271F44">
      <w:pPr>
        <w:rPr>
          <w:rFonts w:ascii="Courier New" w:hAnsi="Courier New" w:cs="Courier New"/>
        </w:rPr>
      </w:pPr>
      <w:r w:rsidRPr="00EB1894">
        <w:rPr>
          <w:rFonts w:ascii="Courier New" w:hAnsi="Courier New" w:cs="Courier New"/>
        </w:rPr>
        <w:t xml:space="preserve">     </w:t>
      </w:r>
      <w:r w:rsidR="00271F44">
        <w:rPr>
          <w:rFonts w:ascii="Courier New" w:hAnsi="Courier New" w:cs="Courier New"/>
        </w:rPr>
        <w:t xml:space="preserve">  </w:t>
      </w:r>
      <w:r w:rsidRPr="00EB1894">
        <w:rPr>
          <w:rFonts w:ascii="Courier New" w:hAnsi="Courier New" w:cs="Courier New"/>
        </w:rPr>
        <w:t xml:space="preserve">(b) </w:t>
      </w:r>
      <w:r w:rsidR="00271F44">
        <w:rPr>
          <w:rFonts w:ascii="Courier New" w:hAnsi="Courier New" w:cs="Courier New"/>
        </w:rPr>
        <w:t xml:space="preserve">MCIWEST-MCB </w:t>
      </w:r>
      <w:r>
        <w:rPr>
          <w:rFonts w:ascii="Courier New" w:hAnsi="Courier New" w:cs="Courier New"/>
        </w:rPr>
        <w:t>CAMPENO</w:t>
      </w:r>
      <w:r w:rsidRPr="00EB1894">
        <w:rPr>
          <w:rFonts w:ascii="Courier New" w:hAnsi="Courier New" w:cs="Courier New"/>
        </w:rPr>
        <w:t xml:space="preserve"> 5000.2 (Base Regulations)</w:t>
      </w:r>
    </w:p>
    <w:p w:rsidR="00061F55" w:rsidRPr="00EB1894" w:rsidRDefault="00061F55" w:rsidP="00271F44">
      <w:pPr>
        <w:rPr>
          <w:rFonts w:ascii="Courier New" w:hAnsi="Courier New" w:cs="Courier New"/>
        </w:rPr>
      </w:pPr>
      <w:r>
        <w:rPr>
          <w:rFonts w:ascii="Courier New" w:hAnsi="Courier New" w:cs="Courier New"/>
        </w:rPr>
        <w:t xml:space="preserve">      </w:t>
      </w:r>
    </w:p>
    <w:p w:rsidR="00EB1894" w:rsidRPr="00EB1894" w:rsidRDefault="00EB1894" w:rsidP="00271F44">
      <w:pPr>
        <w:rPr>
          <w:rFonts w:ascii="Courier New" w:hAnsi="Courier New" w:cs="Courier New"/>
        </w:rPr>
      </w:pPr>
      <w:r w:rsidRPr="00EB1894">
        <w:rPr>
          <w:rFonts w:ascii="Courier New" w:hAnsi="Courier New" w:cs="Courier New"/>
        </w:rPr>
        <w:t xml:space="preserve">1. </w:t>
      </w:r>
      <w:r w:rsidR="00271F44">
        <w:rPr>
          <w:rFonts w:ascii="Courier New" w:hAnsi="Courier New" w:cs="Courier New"/>
        </w:rPr>
        <w:t xml:space="preserve"> </w:t>
      </w:r>
      <w:r w:rsidRPr="00EB1894">
        <w:rPr>
          <w:rFonts w:ascii="Courier New" w:hAnsi="Courier New" w:cs="Courier New"/>
        </w:rPr>
        <w:t xml:space="preserve">Per the references, </w:t>
      </w:r>
      <w:r w:rsidR="00D82F35">
        <w:rPr>
          <w:rFonts w:ascii="Courier New" w:hAnsi="Courier New" w:cs="Courier New"/>
        </w:rPr>
        <w:t>I was</w:t>
      </w:r>
      <w:r w:rsidR="00586655">
        <w:rPr>
          <w:rFonts w:ascii="Courier New" w:hAnsi="Courier New" w:cs="Courier New"/>
        </w:rPr>
        <w:t xml:space="preserve"> cited by the Military Police for </w:t>
      </w:r>
      <w:r w:rsidR="00D82F35" w:rsidRPr="00D82F35">
        <w:rPr>
          <w:rFonts w:ascii="Courier New" w:hAnsi="Courier New" w:cs="Courier New"/>
          <w:b/>
        </w:rPr>
        <w:t>(list offense)</w:t>
      </w:r>
      <w:r w:rsidR="00586655">
        <w:rPr>
          <w:rFonts w:ascii="Courier New" w:hAnsi="Courier New" w:cs="Courier New"/>
        </w:rPr>
        <w:t xml:space="preserve"> on </w:t>
      </w:r>
      <w:r w:rsidR="00D82F35" w:rsidRPr="00D82F35">
        <w:rPr>
          <w:rFonts w:ascii="Courier New" w:hAnsi="Courier New" w:cs="Courier New"/>
          <w:b/>
        </w:rPr>
        <w:t>(date)</w:t>
      </w:r>
      <w:r w:rsidR="00586655">
        <w:rPr>
          <w:rFonts w:ascii="Courier New" w:hAnsi="Courier New" w:cs="Courier New"/>
        </w:rPr>
        <w:t xml:space="preserve"> and issued a ticket </w:t>
      </w:r>
      <w:r w:rsidR="00586655" w:rsidRPr="00D82F35">
        <w:rPr>
          <w:rFonts w:ascii="Courier New" w:hAnsi="Courier New" w:cs="Courier New"/>
          <w:b/>
        </w:rPr>
        <w:t>(#N</w:t>
      </w:r>
      <w:r w:rsidR="00D82F35" w:rsidRPr="00D82F35">
        <w:rPr>
          <w:rFonts w:ascii="Courier New" w:hAnsi="Courier New" w:cs="Courier New"/>
          <w:b/>
        </w:rPr>
        <w:t>XXXXXXX</w:t>
      </w:r>
      <w:r w:rsidR="00586655" w:rsidRPr="00D82F35">
        <w:rPr>
          <w:rFonts w:ascii="Courier New" w:hAnsi="Courier New" w:cs="Courier New"/>
          <w:b/>
        </w:rPr>
        <w:t>),</w:t>
      </w:r>
      <w:r w:rsidR="00586655">
        <w:rPr>
          <w:rFonts w:ascii="Courier New" w:hAnsi="Courier New" w:cs="Courier New"/>
        </w:rPr>
        <w:t xml:space="preserve"> with an assigned Court date of </w:t>
      </w:r>
      <w:r w:rsidR="00D82F35" w:rsidRPr="00D82F35">
        <w:rPr>
          <w:rFonts w:ascii="Courier New" w:hAnsi="Courier New" w:cs="Courier New"/>
          <w:b/>
        </w:rPr>
        <w:t>(state date)</w:t>
      </w:r>
      <w:r w:rsidR="00586655">
        <w:rPr>
          <w:rFonts w:ascii="Courier New" w:hAnsi="Courier New" w:cs="Courier New"/>
        </w:rPr>
        <w:t>.</w:t>
      </w:r>
      <w:r w:rsidRPr="00EB1894">
        <w:rPr>
          <w:rFonts w:ascii="Courier New" w:hAnsi="Courier New" w:cs="Courier New"/>
        </w:rPr>
        <w:t xml:space="preserve"> </w:t>
      </w:r>
    </w:p>
    <w:p w:rsidR="00EB1894" w:rsidRPr="00EB1894" w:rsidRDefault="00EB1894" w:rsidP="00271F44">
      <w:pPr>
        <w:rPr>
          <w:rFonts w:ascii="Courier New" w:hAnsi="Courier New" w:cs="Courier New"/>
        </w:rPr>
      </w:pPr>
    </w:p>
    <w:p w:rsidR="00EB1894" w:rsidRPr="00516F19" w:rsidRDefault="00EB1894" w:rsidP="00271F44">
      <w:pPr>
        <w:rPr>
          <w:rFonts w:ascii="Courier New" w:hAnsi="Courier New" w:cs="Courier New"/>
        </w:rPr>
      </w:pPr>
      <w:r w:rsidRPr="00EB1894">
        <w:rPr>
          <w:rFonts w:ascii="Courier New" w:hAnsi="Courier New" w:cs="Courier New"/>
        </w:rPr>
        <w:t xml:space="preserve">2. </w:t>
      </w:r>
      <w:r w:rsidR="00271F44">
        <w:rPr>
          <w:rFonts w:ascii="Courier New" w:hAnsi="Courier New" w:cs="Courier New"/>
        </w:rPr>
        <w:t xml:space="preserve"> </w:t>
      </w:r>
      <w:r w:rsidR="00586655">
        <w:rPr>
          <w:rFonts w:ascii="Courier New" w:hAnsi="Courier New" w:cs="Courier New"/>
        </w:rPr>
        <w:t xml:space="preserve">Upon </w:t>
      </w:r>
      <w:r w:rsidR="00D82F35">
        <w:rPr>
          <w:rFonts w:ascii="Courier New" w:hAnsi="Courier New" w:cs="Courier New"/>
        </w:rPr>
        <w:t>my</w:t>
      </w:r>
      <w:r w:rsidR="00586655">
        <w:rPr>
          <w:rFonts w:ascii="Courier New" w:hAnsi="Courier New" w:cs="Courier New"/>
        </w:rPr>
        <w:t xml:space="preserve"> appearance at Traffic Court, the Traffic Court Hearing Officer found </w:t>
      </w:r>
      <w:r w:rsidR="00D82F35">
        <w:rPr>
          <w:rFonts w:ascii="Courier New" w:hAnsi="Courier New" w:cs="Courier New"/>
        </w:rPr>
        <w:t>me</w:t>
      </w:r>
      <w:r w:rsidR="00586655">
        <w:rPr>
          <w:rFonts w:ascii="Courier New" w:hAnsi="Courier New" w:cs="Courier New"/>
        </w:rPr>
        <w:t xml:space="preserve"> Guilty of the </w:t>
      </w:r>
      <w:r w:rsidR="00D82F35" w:rsidRPr="00D82F35">
        <w:rPr>
          <w:rFonts w:ascii="Courier New" w:hAnsi="Courier New" w:cs="Courier New"/>
          <w:b/>
        </w:rPr>
        <w:t>(list offense)</w:t>
      </w:r>
      <w:r w:rsidR="00586655">
        <w:rPr>
          <w:rFonts w:ascii="Courier New" w:hAnsi="Courier New" w:cs="Courier New"/>
        </w:rPr>
        <w:t xml:space="preserve"> and, </w:t>
      </w:r>
      <w:r w:rsidR="00D82F35" w:rsidRPr="00516F19">
        <w:rPr>
          <w:rFonts w:ascii="Courier New" w:hAnsi="Courier New" w:cs="Courier New"/>
          <w:b/>
          <w:i/>
        </w:rPr>
        <w:t>my</w:t>
      </w:r>
      <w:r w:rsidR="00586655" w:rsidRPr="00516F19">
        <w:rPr>
          <w:rFonts w:ascii="Courier New" w:hAnsi="Courier New" w:cs="Courier New"/>
          <w:b/>
          <w:i/>
        </w:rPr>
        <w:t xml:space="preserve"> driving privileges were suspended for a period of </w:t>
      </w:r>
      <w:r w:rsidR="00D82F35" w:rsidRPr="00516F19">
        <w:rPr>
          <w:rFonts w:ascii="Courier New" w:hAnsi="Courier New" w:cs="Courier New"/>
          <w:b/>
          <w:i/>
        </w:rPr>
        <w:t>XX days/months</w:t>
      </w:r>
      <w:r w:rsidR="00516F19">
        <w:rPr>
          <w:rFonts w:ascii="Courier New" w:hAnsi="Courier New" w:cs="Courier New"/>
          <w:b/>
          <w:i/>
        </w:rPr>
        <w:t>,</w:t>
      </w:r>
      <w:r w:rsidR="00516F19">
        <w:rPr>
          <w:rFonts w:ascii="Courier New" w:hAnsi="Courier New" w:cs="Courier New"/>
        </w:rPr>
        <w:t xml:space="preserve"> or, </w:t>
      </w:r>
      <w:r w:rsidR="00516F19" w:rsidRPr="00516F19">
        <w:rPr>
          <w:rFonts w:ascii="Courier New" w:hAnsi="Courier New" w:cs="Courier New"/>
          <w:b/>
          <w:i/>
        </w:rPr>
        <w:t>I was given (XX) Points</w:t>
      </w:r>
      <w:r w:rsidR="00516F19">
        <w:rPr>
          <w:rFonts w:ascii="Courier New" w:hAnsi="Courier New" w:cs="Courier New"/>
        </w:rPr>
        <w:t>.</w:t>
      </w:r>
    </w:p>
    <w:p w:rsidR="00EB1894" w:rsidRPr="00EB1894" w:rsidRDefault="00EB1894" w:rsidP="00271F44">
      <w:pPr>
        <w:rPr>
          <w:rFonts w:ascii="Courier New" w:hAnsi="Courier New" w:cs="Courier New"/>
        </w:rPr>
      </w:pPr>
    </w:p>
    <w:p w:rsidR="00061F55" w:rsidRDefault="00EB1894" w:rsidP="00271F44">
      <w:pPr>
        <w:rPr>
          <w:rFonts w:ascii="Courier New" w:hAnsi="Courier New" w:cs="Courier New"/>
          <w:b/>
        </w:rPr>
      </w:pPr>
      <w:r w:rsidRPr="00EB1894">
        <w:rPr>
          <w:rFonts w:ascii="Courier New" w:hAnsi="Courier New" w:cs="Courier New"/>
        </w:rPr>
        <w:t>3.</w:t>
      </w:r>
      <w:r w:rsidR="00061F55">
        <w:rPr>
          <w:rFonts w:ascii="Courier New" w:hAnsi="Courier New" w:cs="Courier New"/>
        </w:rPr>
        <w:t xml:space="preserve"> </w:t>
      </w:r>
      <w:r w:rsidR="00271F44">
        <w:rPr>
          <w:rFonts w:ascii="Courier New" w:hAnsi="Courier New" w:cs="Courier New"/>
        </w:rPr>
        <w:t xml:space="preserve"> </w:t>
      </w:r>
      <w:r w:rsidR="00061F55">
        <w:rPr>
          <w:rFonts w:ascii="Courier New" w:hAnsi="Courier New" w:cs="Courier New"/>
        </w:rPr>
        <w:t>Per reference (</w:t>
      </w:r>
      <w:r w:rsidR="00D82F35">
        <w:rPr>
          <w:rFonts w:ascii="Courier New" w:hAnsi="Courier New" w:cs="Courier New"/>
        </w:rPr>
        <w:t>b</w:t>
      </w:r>
      <w:r w:rsidR="00061F55">
        <w:rPr>
          <w:rFonts w:ascii="Courier New" w:hAnsi="Courier New" w:cs="Courier New"/>
        </w:rPr>
        <w:t xml:space="preserve">), </w:t>
      </w:r>
      <w:r w:rsidR="00D82F35">
        <w:rPr>
          <w:rFonts w:ascii="Courier New" w:hAnsi="Courier New" w:cs="Courier New"/>
        </w:rPr>
        <w:t xml:space="preserve">I would like to appeal this decision based upon: </w:t>
      </w:r>
      <w:r w:rsidR="00D82F35" w:rsidRPr="00D82F35">
        <w:rPr>
          <w:rFonts w:ascii="Courier New" w:hAnsi="Courier New" w:cs="Courier New"/>
          <w:b/>
        </w:rPr>
        <w:t>(provide rationale)</w:t>
      </w:r>
      <w:r w:rsidR="00E23E40">
        <w:rPr>
          <w:rFonts w:ascii="Courier New" w:hAnsi="Courier New" w:cs="Courier New"/>
          <w:b/>
        </w:rPr>
        <w:t>.</w:t>
      </w:r>
    </w:p>
    <w:p w:rsidR="00271F44" w:rsidRDefault="00271F44" w:rsidP="00271F44">
      <w:pPr>
        <w:rPr>
          <w:rFonts w:ascii="Courier New" w:hAnsi="Courier New" w:cs="Courier New"/>
          <w:b/>
        </w:rPr>
      </w:pPr>
    </w:p>
    <w:p w:rsidR="00271F44" w:rsidRDefault="00271F44" w:rsidP="00271F44">
      <w:pPr>
        <w:rPr>
          <w:rFonts w:ascii="Courier New" w:hAnsi="Courier New" w:cs="Courier New"/>
          <w:b/>
        </w:rPr>
      </w:pPr>
    </w:p>
    <w:p w:rsidR="00271F44" w:rsidRDefault="00271F44" w:rsidP="00271F44">
      <w:pPr>
        <w:rPr>
          <w:rFonts w:ascii="Courier New" w:hAnsi="Courier New" w:cs="Courier New"/>
          <w:b/>
        </w:rPr>
      </w:pPr>
    </w:p>
    <w:p w:rsidR="00D82F35" w:rsidRDefault="00271F44" w:rsidP="00271F44">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 xml:space="preserve">   </w:t>
      </w:r>
      <w:r w:rsidR="00D82F35">
        <w:rPr>
          <w:rFonts w:ascii="Courier New" w:hAnsi="Courier New" w:cs="Courier New"/>
          <w:b/>
        </w:rPr>
        <w:t>Signature</w:t>
      </w:r>
    </w:p>
    <w:p w:rsidR="00D82F35" w:rsidRDefault="00D82F35" w:rsidP="00271F44">
      <w:pPr>
        <w:rPr>
          <w:rFonts w:ascii="Courier New" w:hAnsi="Courier New" w:cs="Courier New"/>
          <w:b/>
        </w:rPr>
      </w:pPr>
    </w:p>
    <w:p w:rsidR="00D82F35" w:rsidRDefault="00D82F35" w:rsidP="00271F44">
      <w:pPr>
        <w:rPr>
          <w:rFonts w:ascii="Courier New" w:hAnsi="Courier New" w:cs="Courier New"/>
        </w:rPr>
      </w:pPr>
    </w:p>
    <w:p w:rsidR="00D82F35" w:rsidRDefault="00D82F35" w:rsidP="00271F44">
      <w:pPr>
        <w:rPr>
          <w:rFonts w:ascii="Courier New" w:hAnsi="Courier New" w:cs="Courier New"/>
        </w:rPr>
      </w:pPr>
    </w:p>
    <w:p w:rsidR="00516F19" w:rsidRDefault="00516F19" w:rsidP="00271F44">
      <w:pPr>
        <w:rPr>
          <w:rFonts w:ascii="Courier New" w:hAnsi="Courier New" w:cs="Courier New"/>
          <w:b/>
          <w:i/>
          <w:u w:val="single"/>
        </w:rPr>
      </w:pPr>
    </w:p>
    <w:p w:rsidR="00516F19" w:rsidRDefault="00516F19" w:rsidP="00271F44">
      <w:pPr>
        <w:rPr>
          <w:rFonts w:ascii="Courier New" w:hAnsi="Courier New" w:cs="Courier New"/>
          <w:b/>
          <w:i/>
          <w:u w:val="single"/>
        </w:rPr>
      </w:pPr>
    </w:p>
    <w:p w:rsidR="00516F19" w:rsidRDefault="00516F19" w:rsidP="00271F44">
      <w:pPr>
        <w:rPr>
          <w:rFonts w:ascii="Courier New" w:hAnsi="Courier New" w:cs="Courier New"/>
          <w:b/>
          <w:i/>
          <w:u w:val="single"/>
        </w:rPr>
      </w:pPr>
    </w:p>
    <w:p w:rsidR="00516F19" w:rsidRDefault="00516F19" w:rsidP="00271F44">
      <w:pPr>
        <w:rPr>
          <w:rFonts w:ascii="Courier New" w:hAnsi="Courier New" w:cs="Courier New"/>
          <w:b/>
          <w:i/>
          <w:u w:val="single"/>
        </w:rPr>
      </w:pPr>
    </w:p>
    <w:p w:rsidR="00061F55" w:rsidRPr="00516F19" w:rsidRDefault="00D82F35" w:rsidP="00271F44">
      <w:pPr>
        <w:rPr>
          <w:rFonts w:ascii="Courier New" w:hAnsi="Courier New" w:cs="Courier New"/>
          <w:b/>
        </w:rPr>
      </w:pPr>
      <w:r w:rsidRPr="00516F19">
        <w:rPr>
          <w:rFonts w:ascii="Courier New" w:hAnsi="Courier New" w:cs="Courier New"/>
          <w:b/>
          <w:i/>
          <w:u w:val="single"/>
        </w:rPr>
        <w:t>NOTE</w:t>
      </w:r>
      <w:r w:rsidR="00516F19" w:rsidRPr="00271F44">
        <w:rPr>
          <w:rFonts w:ascii="Courier New" w:hAnsi="Courier New" w:cs="Courier New"/>
          <w:b/>
          <w:i/>
        </w:rPr>
        <w:t>:</w:t>
      </w:r>
      <w:r w:rsidR="00061F55">
        <w:rPr>
          <w:rFonts w:ascii="Courier New" w:hAnsi="Courier New" w:cs="Courier New"/>
        </w:rPr>
        <w:t xml:space="preserve"> </w:t>
      </w:r>
      <w:r w:rsidR="00271F44">
        <w:rPr>
          <w:rFonts w:ascii="Courier New" w:hAnsi="Courier New" w:cs="Courier New"/>
        </w:rPr>
        <w:t xml:space="preserve"> </w:t>
      </w:r>
      <w:r w:rsidR="00516F19">
        <w:rPr>
          <w:rFonts w:ascii="Courier New" w:hAnsi="Courier New" w:cs="Courier New"/>
        </w:rPr>
        <w:t xml:space="preserve">Per </w:t>
      </w:r>
      <w:r w:rsidR="00E52CD1">
        <w:rPr>
          <w:rFonts w:ascii="Courier New" w:hAnsi="Courier New" w:cs="Courier New"/>
        </w:rPr>
        <w:t>r</w:t>
      </w:r>
      <w:r w:rsidR="00061F55">
        <w:rPr>
          <w:rFonts w:ascii="Courier New" w:hAnsi="Courier New" w:cs="Courier New"/>
        </w:rPr>
        <w:t>eference (b)</w:t>
      </w:r>
      <w:r w:rsidR="00E52CD1">
        <w:rPr>
          <w:rFonts w:ascii="Courier New" w:hAnsi="Courier New" w:cs="Courier New"/>
        </w:rPr>
        <w:t>,</w:t>
      </w:r>
      <w:r w:rsidR="00061F55">
        <w:rPr>
          <w:rFonts w:ascii="Courier New" w:hAnsi="Courier New" w:cs="Courier New"/>
        </w:rPr>
        <w:t xml:space="preserve"> </w:t>
      </w:r>
      <w:r w:rsidR="00061F55" w:rsidRPr="00516F19">
        <w:rPr>
          <w:rFonts w:ascii="Courier New" w:hAnsi="Courier New" w:cs="Courier New"/>
          <w:b/>
        </w:rPr>
        <w:t>“</w:t>
      </w:r>
      <w:r w:rsidR="00061F55" w:rsidRPr="00516F19">
        <w:rPr>
          <w:rFonts w:ascii="Courier New" w:hAnsi="Courier New" w:cs="Courier New"/>
          <w:b/>
          <w:i/>
        </w:rPr>
        <w:t>Individuals may appeal the decision of the Base Magistrate, however, the grounds must be based upon facts that the sanction was unjust or that the sanction was disproportionate for the offense. An individual’s personal belief</w:t>
      </w:r>
      <w:r w:rsidR="00E52CD1" w:rsidRPr="00516F19">
        <w:rPr>
          <w:rFonts w:ascii="Courier New" w:hAnsi="Courier New" w:cs="Courier New"/>
          <w:b/>
          <w:i/>
        </w:rPr>
        <w:t xml:space="preserve"> that they are not guilty of the violation is not a basis for appeal</w:t>
      </w:r>
      <w:r w:rsidR="00271F44">
        <w:rPr>
          <w:rFonts w:ascii="Courier New" w:hAnsi="Courier New" w:cs="Courier New"/>
          <w:b/>
          <w:i/>
        </w:rPr>
        <w:t>.</w:t>
      </w:r>
      <w:r w:rsidR="00E52CD1" w:rsidRPr="00516F19">
        <w:rPr>
          <w:rFonts w:ascii="Courier New" w:hAnsi="Courier New" w:cs="Courier New"/>
          <w:b/>
          <w:i/>
        </w:rPr>
        <w:t>”</w:t>
      </w:r>
      <w:r w:rsidR="00E52CD1" w:rsidRPr="00516F19">
        <w:rPr>
          <w:rFonts w:ascii="Courier New" w:hAnsi="Courier New" w:cs="Courier New"/>
          <w:b/>
        </w:rPr>
        <w:t xml:space="preserve"> </w:t>
      </w:r>
    </w:p>
    <w:p w:rsidR="00E52CD1" w:rsidRDefault="00E52CD1" w:rsidP="00586655">
      <w:pPr>
        <w:ind w:left="720"/>
        <w:rPr>
          <w:rFonts w:ascii="Courier New" w:hAnsi="Courier New" w:cs="Courier New"/>
        </w:rPr>
      </w:pPr>
    </w:p>
    <w:sectPr w:rsidR="00E52CD1" w:rsidSect="00271F44">
      <w:pgSz w:w="12240" w:h="15840" w:code="1"/>
      <w:pgMar w:top="1008"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E37803"/>
    <w:multiLevelType w:val="singleLevel"/>
    <w:tmpl w:val="A62EDC7C"/>
    <w:lvl w:ilvl="0">
      <w:start w:val="1"/>
      <w:numFmt w:val="decimal"/>
      <w:lvlText w:val="%1."/>
      <w:lvlJc w:val="left"/>
      <w:pPr>
        <w:tabs>
          <w:tab w:val="num" w:pos="720"/>
        </w:tabs>
        <w:ind w:left="720" w:hanging="720"/>
      </w:pPr>
      <w:rPr>
        <w:rFonts w:hint="default"/>
      </w:rPr>
    </w:lvl>
  </w:abstractNum>
  <w:abstractNum w:abstractNumId="1" w15:restartNumberingAfterBreak="0">
    <w:nsid w:val="1588322D"/>
    <w:multiLevelType w:val="hybridMultilevel"/>
    <w:tmpl w:val="0DC453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3C33B2"/>
    <w:multiLevelType w:val="hybridMultilevel"/>
    <w:tmpl w:val="3C62D7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7FC2E6D"/>
    <w:multiLevelType w:val="hybridMultilevel"/>
    <w:tmpl w:val="5ECC55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8B4453D"/>
    <w:multiLevelType w:val="singleLevel"/>
    <w:tmpl w:val="07885936"/>
    <w:lvl w:ilvl="0">
      <w:start w:val="7"/>
      <w:numFmt w:val="decimal"/>
      <w:lvlText w:val="%1."/>
      <w:lvlJc w:val="left"/>
      <w:pPr>
        <w:tabs>
          <w:tab w:val="num" w:pos="1095"/>
        </w:tabs>
        <w:ind w:left="1095" w:hanging="360"/>
      </w:pPr>
      <w:rPr>
        <w:rFonts w:hint="default"/>
      </w:rPr>
    </w:lvl>
  </w:abstractNum>
  <w:abstractNum w:abstractNumId="5" w15:restartNumberingAfterBreak="0">
    <w:nsid w:val="2A8B5539"/>
    <w:multiLevelType w:val="singleLevel"/>
    <w:tmpl w:val="0409000F"/>
    <w:lvl w:ilvl="0">
      <w:start w:val="1"/>
      <w:numFmt w:val="decimal"/>
      <w:lvlText w:val="%1."/>
      <w:lvlJc w:val="left"/>
      <w:pPr>
        <w:tabs>
          <w:tab w:val="num" w:pos="360"/>
        </w:tabs>
        <w:ind w:left="360" w:hanging="360"/>
      </w:pPr>
      <w:rPr>
        <w:rFonts w:hint="default"/>
      </w:rPr>
    </w:lvl>
  </w:abstractNum>
  <w:abstractNum w:abstractNumId="6" w15:restartNumberingAfterBreak="0">
    <w:nsid w:val="2BB9066D"/>
    <w:multiLevelType w:val="hybridMultilevel"/>
    <w:tmpl w:val="B3961324"/>
    <w:lvl w:ilvl="0" w:tplc="CAA4A4B8">
      <w:start w:val="1"/>
      <w:numFmt w:val="decimal"/>
      <w:lvlText w:val="%1."/>
      <w:lvlJc w:val="left"/>
      <w:pPr>
        <w:tabs>
          <w:tab w:val="num" w:pos="945"/>
        </w:tabs>
        <w:ind w:left="945" w:hanging="5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3A4E63"/>
    <w:multiLevelType w:val="hybridMultilevel"/>
    <w:tmpl w:val="697EA8A2"/>
    <w:lvl w:ilvl="0" w:tplc="E146FB6E">
      <w:start w:val="1"/>
      <w:numFmt w:val="decimal"/>
      <w:lvlText w:val="%1."/>
      <w:lvlJc w:val="left"/>
      <w:pPr>
        <w:tabs>
          <w:tab w:val="num" w:pos="945"/>
        </w:tabs>
        <w:ind w:left="945" w:hanging="585"/>
      </w:pPr>
      <w:rPr>
        <w:rFonts w:hint="default"/>
      </w:rPr>
    </w:lvl>
    <w:lvl w:ilvl="1" w:tplc="BE9E2F7C">
      <w:start w:val="1"/>
      <w:numFmt w:val="lowerLetter"/>
      <w:lvlText w:val="%2."/>
      <w:lvlJc w:val="left"/>
      <w:pPr>
        <w:tabs>
          <w:tab w:val="num" w:pos="1665"/>
        </w:tabs>
        <w:ind w:left="1665" w:hanging="58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2E87FBA"/>
    <w:multiLevelType w:val="singleLevel"/>
    <w:tmpl w:val="A1BEA8B6"/>
    <w:lvl w:ilvl="0">
      <w:start w:val="1"/>
      <w:numFmt w:val="decimal"/>
      <w:lvlText w:val="%1."/>
      <w:lvlJc w:val="left"/>
      <w:pPr>
        <w:tabs>
          <w:tab w:val="num" w:pos="675"/>
        </w:tabs>
        <w:ind w:left="675" w:hanging="675"/>
      </w:pPr>
      <w:rPr>
        <w:rFonts w:hint="default"/>
      </w:rPr>
    </w:lvl>
  </w:abstractNum>
  <w:abstractNum w:abstractNumId="9" w15:restartNumberingAfterBreak="0">
    <w:nsid w:val="47EE430D"/>
    <w:multiLevelType w:val="hybridMultilevel"/>
    <w:tmpl w:val="6CBCCDD4"/>
    <w:lvl w:ilvl="0" w:tplc="F3CA4056">
      <w:start w:val="2"/>
      <w:numFmt w:val="lowerLetter"/>
      <w:lvlText w:val="(%1)"/>
      <w:lvlJc w:val="left"/>
      <w:pPr>
        <w:tabs>
          <w:tab w:val="num" w:pos="1740"/>
        </w:tabs>
        <w:ind w:left="1740" w:hanging="720"/>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0" w15:restartNumberingAfterBreak="0">
    <w:nsid w:val="52997E9C"/>
    <w:multiLevelType w:val="hybridMultilevel"/>
    <w:tmpl w:val="4B2A0ACA"/>
    <w:lvl w:ilvl="0" w:tplc="9E2A176E">
      <w:start w:val="2"/>
      <w:numFmt w:val="lowerLetter"/>
      <w:lvlText w:val="(%1)"/>
      <w:lvlJc w:val="left"/>
      <w:pPr>
        <w:tabs>
          <w:tab w:val="num" w:pos="1740"/>
        </w:tabs>
        <w:ind w:left="1740" w:hanging="720"/>
      </w:pPr>
      <w:rPr>
        <w:rFonts w:hint="default"/>
      </w:rPr>
    </w:lvl>
    <w:lvl w:ilvl="1" w:tplc="2494B300">
      <w:start w:val="1"/>
      <w:numFmt w:val="decimal"/>
      <w:lvlText w:val="%2."/>
      <w:lvlJc w:val="left"/>
      <w:pPr>
        <w:tabs>
          <w:tab w:val="num" w:pos="2100"/>
        </w:tabs>
        <w:ind w:left="2100" w:hanging="360"/>
      </w:pPr>
      <w:rPr>
        <w:rFonts w:hint="default"/>
      </w:r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1" w15:restartNumberingAfterBreak="0">
    <w:nsid w:val="54936336"/>
    <w:multiLevelType w:val="singleLevel"/>
    <w:tmpl w:val="0409000F"/>
    <w:lvl w:ilvl="0">
      <w:start w:val="1"/>
      <w:numFmt w:val="decimal"/>
      <w:lvlText w:val="%1."/>
      <w:lvlJc w:val="left"/>
      <w:pPr>
        <w:tabs>
          <w:tab w:val="num" w:pos="360"/>
        </w:tabs>
        <w:ind w:left="360" w:hanging="360"/>
      </w:pPr>
      <w:rPr>
        <w:rFonts w:hint="default"/>
      </w:rPr>
    </w:lvl>
  </w:abstractNum>
  <w:abstractNum w:abstractNumId="12" w15:restartNumberingAfterBreak="0">
    <w:nsid w:val="5E94122E"/>
    <w:multiLevelType w:val="singleLevel"/>
    <w:tmpl w:val="2CD2E2A0"/>
    <w:lvl w:ilvl="0">
      <w:start w:val="1"/>
      <w:numFmt w:val="decimal"/>
      <w:lvlText w:val="%1."/>
      <w:lvlJc w:val="left"/>
      <w:pPr>
        <w:tabs>
          <w:tab w:val="num" w:pos="585"/>
        </w:tabs>
        <w:ind w:left="585" w:hanging="585"/>
      </w:pPr>
      <w:rPr>
        <w:rFonts w:hint="default"/>
      </w:rPr>
    </w:lvl>
  </w:abstractNum>
  <w:abstractNum w:abstractNumId="13" w15:restartNumberingAfterBreak="0">
    <w:nsid w:val="63241CB2"/>
    <w:multiLevelType w:val="singleLevel"/>
    <w:tmpl w:val="22160418"/>
    <w:lvl w:ilvl="0">
      <w:start w:val="7"/>
      <w:numFmt w:val="decimal"/>
      <w:lvlText w:val="%1."/>
      <w:lvlJc w:val="left"/>
      <w:pPr>
        <w:tabs>
          <w:tab w:val="num" w:pos="1305"/>
        </w:tabs>
        <w:ind w:left="1305" w:hanging="585"/>
      </w:pPr>
      <w:rPr>
        <w:rFonts w:hint="default"/>
      </w:rPr>
    </w:lvl>
  </w:abstractNum>
  <w:abstractNum w:abstractNumId="14" w15:restartNumberingAfterBreak="0">
    <w:nsid w:val="757844D5"/>
    <w:multiLevelType w:val="hybridMultilevel"/>
    <w:tmpl w:val="EAD6A2FC"/>
    <w:lvl w:ilvl="0" w:tplc="7FD6D90A">
      <w:start w:val="1"/>
      <w:numFmt w:val="decimal"/>
      <w:lvlText w:val="%1."/>
      <w:lvlJc w:val="left"/>
      <w:pPr>
        <w:tabs>
          <w:tab w:val="num" w:pos="945"/>
        </w:tabs>
        <w:ind w:left="945" w:hanging="5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8676BEF"/>
    <w:multiLevelType w:val="hybridMultilevel"/>
    <w:tmpl w:val="CE0AF770"/>
    <w:lvl w:ilvl="0" w:tplc="857A100A">
      <w:start w:val="2"/>
      <w:numFmt w:val="lowerLetter"/>
      <w:lvlText w:val="(%1)"/>
      <w:lvlJc w:val="left"/>
      <w:pPr>
        <w:tabs>
          <w:tab w:val="num" w:pos="1740"/>
        </w:tabs>
        <w:ind w:left="1740" w:hanging="720"/>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6" w15:restartNumberingAfterBreak="0">
    <w:nsid w:val="78F114B3"/>
    <w:multiLevelType w:val="hybridMultilevel"/>
    <w:tmpl w:val="70B68E48"/>
    <w:lvl w:ilvl="0" w:tplc="EC26EDDA">
      <w:start w:val="1"/>
      <w:numFmt w:val="decimal"/>
      <w:lvlText w:val="%1."/>
      <w:lvlJc w:val="left"/>
      <w:pPr>
        <w:tabs>
          <w:tab w:val="num" w:pos="945"/>
        </w:tabs>
        <w:ind w:left="945" w:hanging="5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C313A8F"/>
    <w:multiLevelType w:val="hybridMultilevel"/>
    <w:tmpl w:val="0A76AF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E530735"/>
    <w:multiLevelType w:val="hybridMultilevel"/>
    <w:tmpl w:val="D63C56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8"/>
  </w:num>
  <w:num w:numId="4">
    <w:abstractNumId w:val="13"/>
  </w:num>
  <w:num w:numId="5">
    <w:abstractNumId w:val="4"/>
  </w:num>
  <w:num w:numId="6">
    <w:abstractNumId w:val="12"/>
  </w:num>
  <w:num w:numId="7">
    <w:abstractNumId w:val="5"/>
  </w:num>
  <w:num w:numId="8">
    <w:abstractNumId w:val="6"/>
  </w:num>
  <w:num w:numId="9">
    <w:abstractNumId w:val="14"/>
  </w:num>
  <w:num w:numId="10">
    <w:abstractNumId w:val="1"/>
  </w:num>
  <w:num w:numId="11">
    <w:abstractNumId w:val="18"/>
  </w:num>
  <w:num w:numId="12">
    <w:abstractNumId w:val="10"/>
  </w:num>
  <w:num w:numId="13">
    <w:abstractNumId w:val="9"/>
  </w:num>
  <w:num w:numId="14">
    <w:abstractNumId w:val="15"/>
  </w:num>
  <w:num w:numId="15">
    <w:abstractNumId w:val="16"/>
  </w:num>
  <w:num w:numId="16">
    <w:abstractNumId w:val="7"/>
  </w:num>
  <w:num w:numId="17">
    <w:abstractNumId w:val="17"/>
  </w:num>
  <w:num w:numId="18">
    <w:abstractNumId w:val="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FDE"/>
    <w:rsid w:val="000041FB"/>
    <w:rsid w:val="0000566A"/>
    <w:rsid w:val="000254A4"/>
    <w:rsid w:val="000256D5"/>
    <w:rsid w:val="00025960"/>
    <w:rsid w:val="00027ABD"/>
    <w:rsid w:val="000354D9"/>
    <w:rsid w:val="000437B9"/>
    <w:rsid w:val="00047161"/>
    <w:rsid w:val="00047704"/>
    <w:rsid w:val="000565E4"/>
    <w:rsid w:val="000609B8"/>
    <w:rsid w:val="00061F55"/>
    <w:rsid w:val="00062018"/>
    <w:rsid w:val="00065842"/>
    <w:rsid w:val="00067D5E"/>
    <w:rsid w:val="00086806"/>
    <w:rsid w:val="0009555C"/>
    <w:rsid w:val="000A1D48"/>
    <w:rsid w:val="000A7C2E"/>
    <w:rsid w:val="000B0B5B"/>
    <w:rsid w:val="000B0C80"/>
    <w:rsid w:val="000B29C7"/>
    <w:rsid w:val="000B5139"/>
    <w:rsid w:val="000B5B58"/>
    <w:rsid w:val="000C23CC"/>
    <w:rsid w:val="000C2538"/>
    <w:rsid w:val="000C51F5"/>
    <w:rsid w:val="000D57C5"/>
    <w:rsid w:val="000D59FF"/>
    <w:rsid w:val="000D7ADF"/>
    <w:rsid w:val="000F0E88"/>
    <w:rsid w:val="0010150E"/>
    <w:rsid w:val="00103E14"/>
    <w:rsid w:val="00105421"/>
    <w:rsid w:val="001134C2"/>
    <w:rsid w:val="00115751"/>
    <w:rsid w:val="00124C7C"/>
    <w:rsid w:val="00125196"/>
    <w:rsid w:val="00152F8A"/>
    <w:rsid w:val="001570F1"/>
    <w:rsid w:val="0016132B"/>
    <w:rsid w:val="00161461"/>
    <w:rsid w:val="00164B86"/>
    <w:rsid w:val="00184850"/>
    <w:rsid w:val="00196146"/>
    <w:rsid w:val="001A4E0A"/>
    <w:rsid w:val="001A65A8"/>
    <w:rsid w:val="001A7832"/>
    <w:rsid w:val="001B0B0C"/>
    <w:rsid w:val="001B61F7"/>
    <w:rsid w:val="001C2B7C"/>
    <w:rsid w:val="001C74D6"/>
    <w:rsid w:val="001D5D9C"/>
    <w:rsid w:val="001E08A3"/>
    <w:rsid w:val="001E1286"/>
    <w:rsid w:val="001E6FBD"/>
    <w:rsid w:val="001F12DE"/>
    <w:rsid w:val="001F1714"/>
    <w:rsid w:val="001F7623"/>
    <w:rsid w:val="0020013F"/>
    <w:rsid w:val="00200BB8"/>
    <w:rsid w:val="002071CD"/>
    <w:rsid w:val="0021241D"/>
    <w:rsid w:val="002161A3"/>
    <w:rsid w:val="002228D5"/>
    <w:rsid w:val="00233126"/>
    <w:rsid w:val="00263420"/>
    <w:rsid w:val="00263638"/>
    <w:rsid w:val="00264BB8"/>
    <w:rsid w:val="00264C46"/>
    <w:rsid w:val="00271F44"/>
    <w:rsid w:val="00283200"/>
    <w:rsid w:val="002835ED"/>
    <w:rsid w:val="002860A8"/>
    <w:rsid w:val="002A345C"/>
    <w:rsid w:val="002A51D5"/>
    <w:rsid w:val="002A62B9"/>
    <w:rsid w:val="002B45B3"/>
    <w:rsid w:val="002B6669"/>
    <w:rsid w:val="002B74C9"/>
    <w:rsid w:val="002D070A"/>
    <w:rsid w:val="002E4DBF"/>
    <w:rsid w:val="002E648C"/>
    <w:rsid w:val="00300134"/>
    <w:rsid w:val="003038C1"/>
    <w:rsid w:val="00305C99"/>
    <w:rsid w:val="0031604B"/>
    <w:rsid w:val="0031744C"/>
    <w:rsid w:val="00321095"/>
    <w:rsid w:val="003250BC"/>
    <w:rsid w:val="00330947"/>
    <w:rsid w:val="00334C31"/>
    <w:rsid w:val="0034454D"/>
    <w:rsid w:val="00350349"/>
    <w:rsid w:val="0035255C"/>
    <w:rsid w:val="00361C8F"/>
    <w:rsid w:val="0037025C"/>
    <w:rsid w:val="00370D39"/>
    <w:rsid w:val="003803EF"/>
    <w:rsid w:val="003836DF"/>
    <w:rsid w:val="00395F8F"/>
    <w:rsid w:val="00397571"/>
    <w:rsid w:val="003A1CAE"/>
    <w:rsid w:val="003B2B03"/>
    <w:rsid w:val="003B5B89"/>
    <w:rsid w:val="003E2522"/>
    <w:rsid w:val="003F4377"/>
    <w:rsid w:val="003F48CE"/>
    <w:rsid w:val="00400282"/>
    <w:rsid w:val="00402F2F"/>
    <w:rsid w:val="00403F66"/>
    <w:rsid w:val="004177E9"/>
    <w:rsid w:val="00422A5F"/>
    <w:rsid w:val="00426532"/>
    <w:rsid w:val="00433250"/>
    <w:rsid w:val="00443E21"/>
    <w:rsid w:val="00445CC5"/>
    <w:rsid w:val="004618E8"/>
    <w:rsid w:val="00464B92"/>
    <w:rsid w:val="004773CC"/>
    <w:rsid w:val="00477A2E"/>
    <w:rsid w:val="00485D8F"/>
    <w:rsid w:val="00487C8F"/>
    <w:rsid w:val="004A2F29"/>
    <w:rsid w:val="004A6FDE"/>
    <w:rsid w:val="004C0BE1"/>
    <w:rsid w:val="004E2967"/>
    <w:rsid w:val="004E371E"/>
    <w:rsid w:val="004F7BEF"/>
    <w:rsid w:val="005006E9"/>
    <w:rsid w:val="00501C9E"/>
    <w:rsid w:val="00510FDC"/>
    <w:rsid w:val="00511E07"/>
    <w:rsid w:val="00516F19"/>
    <w:rsid w:val="00526080"/>
    <w:rsid w:val="00531D0F"/>
    <w:rsid w:val="00541D91"/>
    <w:rsid w:val="0057671E"/>
    <w:rsid w:val="00576C89"/>
    <w:rsid w:val="00584513"/>
    <w:rsid w:val="00584C55"/>
    <w:rsid w:val="0058556D"/>
    <w:rsid w:val="00586655"/>
    <w:rsid w:val="00590BFB"/>
    <w:rsid w:val="005A5AC8"/>
    <w:rsid w:val="005B08EB"/>
    <w:rsid w:val="005B324B"/>
    <w:rsid w:val="005B5DF9"/>
    <w:rsid w:val="005B5E30"/>
    <w:rsid w:val="005C185D"/>
    <w:rsid w:val="005C7C4E"/>
    <w:rsid w:val="005D4DFA"/>
    <w:rsid w:val="005D671E"/>
    <w:rsid w:val="005E7720"/>
    <w:rsid w:val="005F6858"/>
    <w:rsid w:val="005F6920"/>
    <w:rsid w:val="006070F0"/>
    <w:rsid w:val="00607EE6"/>
    <w:rsid w:val="006204C9"/>
    <w:rsid w:val="00622D5F"/>
    <w:rsid w:val="006263CD"/>
    <w:rsid w:val="00627D4D"/>
    <w:rsid w:val="006354A2"/>
    <w:rsid w:val="00642207"/>
    <w:rsid w:val="00643C1B"/>
    <w:rsid w:val="00643C99"/>
    <w:rsid w:val="00647F08"/>
    <w:rsid w:val="00654967"/>
    <w:rsid w:val="00655A6D"/>
    <w:rsid w:val="00683802"/>
    <w:rsid w:val="006924E6"/>
    <w:rsid w:val="00694B60"/>
    <w:rsid w:val="006A0377"/>
    <w:rsid w:val="006A2049"/>
    <w:rsid w:val="006A24B3"/>
    <w:rsid w:val="006A3EFA"/>
    <w:rsid w:val="006A71D4"/>
    <w:rsid w:val="006B5F30"/>
    <w:rsid w:val="006C05FB"/>
    <w:rsid w:val="006C4249"/>
    <w:rsid w:val="006C6065"/>
    <w:rsid w:val="006C6799"/>
    <w:rsid w:val="006E43A0"/>
    <w:rsid w:val="006F6003"/>
    <w:rsid w:val="006F620D"/>
    <w:rsid w:val="007002F2"/>
    <w:rsid w:val="00703B1C"/>
    <w:rsid w:val="007054B6"/>
    <w:rsid w:val="00710350"/>
    <w:rsid w:val="00715A9E"/>
    <w:rsid w:val="00717DB3"/>
    <w:rsid w:val="00722669"/>
    <w:rsid w:val="007308F9"/>
    <w:rsid w:val="00732811"/>
    <w:rsid w:val="00735FF4"/>
    <w:rsid w:val="00745B2C"/>
    <w:rsid w:val="00746560"/>
    <w:rsid w:val="00753AC1"/>
    <w:rsid w:val="007617DB"/>
    <w:rsid w:val="00772529"/>
    <w:rsid w:val="0078273C"/>
    <w:rsid w:val="007843FA"/>
    <w:rsid w:val="007950B7"/>
    <w:rsid w:val="007C4738"/>
    <w:rsid w:val="007D4D70"/>
    <w:rsid w:val="007E1C6C"/>
    <w:rsid w:val="007E1EB7"/>
    <w:rsid w:val="007E27F9"/>
    <w:rsid w:val="007E2E6C"/>
    <w:rsid w:val="008005D8"/>
    <w:rsid w:val="00803790"/>
    <w:rsid w:val="008055B7"/>
    <w:rsid w:val="00831543"/>
    <w:rsid w:val="00842F7B"/>
    <w:rsid w:val="00847746"/>
    <w:rsid w:val="00850C28"/>
    <w:rsid w:val="0087393E"/>
    <w:rsid w:val="00876C07"/>
    <w:rsid w:val="008857A5"/>
    <w:rsid w:val="0089426A"/>
    <w:rsid w:val="008A2748"/>
    <w:rsid w:val="008A7865"/>
    <w:rsid w:val="008B4041"/>
    <w:rsid w:val="008B7B8D"/>
    <w:rsid w:val="008C0EED"/>
    <w:rsid w:val="008C40F7"/>
    <w:rsid w:val="008D28F3"/>
    <w:rsid w:val="008E0872"/>
    <w:rsid w:val="008E7774"/>
    <w:rsid w:val="008F4757"/>
    <w:rsid w:val="008F61E3"/>
    <w:rsid w:val="008F6F0B"/>
    <w:rsid w:val="008F7134"/>
    <w:rsid w:val="00901B1F"/>
    <w:rsid w:val="00906BFD"/>
    <w:rsid w:val="009220F3"/>
    <w:rsid w:val="00932DF3"/>
    <w:rsid w:val="009403E9"/>
    <w:rsid w:val="00952718"/>
    <w:rsid w:val="0095327A"/>
    <w:rsid w:val="0095369F"/>
    <w:rsid w:val="00957049"/>
    <w:rsid w:val="00962CB2"/>
    <w:rsid w:val="009811B1"/>
    <w:rsid w:val="00984057"/>
    <w:rsid w:val="00984FE1"/>
    <w:rsid w:val="00994A00"/>
    <w:rsid w:val="009B118C"/>
    <w:rsid w:val="009C3242"/>
    <w:rsid w:val="009C7EAC"/>
    <w:rsid w:val="009D0309"/>
    <w:rsid w:val="009D6E2B"/>
    <w:rsid w:val="009D75EF"/>
    <w:rsid w:val="009E200F"/>
    <w:rsid w:val="00A015BD"/>
    <w:rsid w:val="00A04276"/>
    <w:rsid w:val="00A04D65"/>
    <w:rsid w:val="00A20617"/>
    <w:rsid w:val="00A233C3"/>
    <w:rsid w:val="00A26411"/>
    <w:rsid w:val="00A424F8"/>
    <w:rsid w:val="00A42698"/>
    <w:rsid w:val="00A507B5"/>
    <w:rsid w:val="00A5709D"/>
    <w:rsid w:val="00A6268A"/>
    <w:rsid w:val="00A726F8"/>
    <w:rsid w:val="00A72EE1"/>
    <w:rsid w:val="00A77BD1"/>
    <w:rsid w:val="00A95A09"/>
    <w:rsid w:val="00A95F11"/>
    <w:rsid w:val="00A96197"/>
    <w:rsid w:val="00AB0140"/>
    <w:rsid w:val="00AB1104"/>
    <w:rsid w:val="00AB5399"/>
    <w:rsid w:val="00AC1BDE"/>
    <w:rsid w:val="00AC6169"/>
    <w:rsid w:val="00AC658B"/>
    <w:rsid w:val="00AC7195"/>
    <w:rsid w:val="00AD33EF"/>
    <w:rsid w:val="00AE4F25"/>
    <w:rsid w:val="00AF4B12"/>
    <w:rsid w:val="00B211D1"/>
    <w:rsid w:val="00B428B6"/>
    <w:rsid w:val="00B45EC5"/>
    <w:rsid w:val="00B5101C"/>
    <w:rsid w:val="00B52366"/>
    <w:rsid w:val="00B57F19"/>
    <w:rsid w:val="00B63591"/>
    <w:rsid w:val="00B63EF5"/>
    <w:rsid w:val="00B64048"/>
    <w:rsid w:val="00B8716C"/>
    <w:rsid w:val="00B95DDC"/>
    <w:rsid w:val="00BB0950"/>
    <w:rsid w:val="00BC5163"/>
    <w:rsid w:val="00BD14DB"/>
    <w:rsid w:val="00BD3786"/>
    <w:rsid w:val="00BD3B08"/>
    <w:rsid w:val="00BD4B93"/>
    <w:rsid w:val="00BD4F71"/>
    <w:rsid w:val="00BD560E"/>
    <w:rsid w:val="00BE0B1B"/>
    <w:rsid w:val="00BF6B77"/>
    <w:rsid w:val="00C00FE1"/>
    <w:rsid w:val="00C127D7"/>
    <w:rsid w:val="00C13A1D"/>
    <w:rsid w:val="00C15E64"/>
    <w:rsid w:val="00C22950"/>
    <w:rsid w:val="00C2304C"/>
    <w:rsid w:val="00C279F8"/>
    <w:rsid w:val="00C40DF6"/>
    <w:rsid w:val="00C43FAE"/>
    <w:rsid w:val="00C440E5"/>
    <w:rsid w:val="00C44C31"/>
    <w:rsid w:val="00C45750"/>
    <w:rsid w:val="00C55E89"/>
    <w:rsid w:val="00C56BF1"/>
    <w:rsid w:val="00C56E85"/>
    <w:rsid w:val="00C63F3E"/>
    <w:rsid w:val="00C66DBD"/>
    <w:rsid w:val="00C71A71"/>
    <w:rsid w:val="00C765A7"/>
    <w:rsid w:val="00C80DB8"/>
    <w:rsid w:val="00C80DD7"/>
    <w:rsid w:val="00C97E5E"/>
    <w:rsid w:val="00CA7022"/>
    <w:rsid w:val="00CA7DFE"/>
    <w:rsid w:val="00CB5BC5"/>
    <w:rsid w:val="00CB70A8"/>
    <w:rsid w:val="00CD0394"/>
    <w:rsid w:val="00CD30AE"/>
    <w:rsid w:val="00CD43E2"/>
    <w:rsid w:val="00CE2BFF"/>
    <w:rsid w:val="00D00E47"/>
    <w:rsid w:val="00D04346"/>
    <w:rsid w:val="00D06A82"/>
    <w:rsid w:val="00D0717A"/>
    <w:rsid w:val="00D11006"/>
    <w:rsid w:val="00D143EC"/>
    <w:rsid w:val="00D15417"/>
    <w:rsid w:val="00D16ACD"/>
    <w:rsid w:val="00D21802"/>
    <w:rsid w:val="00D21829"/>
    <w:rsid w:val="00D232E4"/>
    <w:rsid w:val="00D264B0"/>
    <w:rsid w:val="00D30D73"/>
    <w:rsid w:val="00D508B1"/>
    <w:rsid w:val="00D76266"/>
    <w:rsid w:val="00D80A35"/>
    <w:rsid w:val="00D8133C"/>
    <w:rsid w:val="00D82F35"/>
    <w:rsid w:val="00DA07E0"/>
    <w:rsid w:val="00DA679B"/>
    <w:rsid w:val="00DB1F09"/>
    <w:rsid w:val="00DB2DF1"/>
    <w:rsid w:val="00DC73A1"/>
    <w:rsid w:val="00DD0D69"/>
    <w:rsid w:val="00DD372A"/>
    <w:rsid w:val="00DD5088"/>
    <w:rsid w:val="00DD6D0F"/>
    <w:rsid w:val="00DE0201"/>
    <w:rsid w:val="00DF477B"/>
    <w:rsid w:val="00E121B4"/>
    <w:rsid w:val="00E22967"/>
    <w:rsid w:val="00E23E40"/>
    <w:rsid w:val="00E373E0"/>
    <w:rsid w:val="00E43798"/>
    <w:rsid w:val="00E518CD"/>
    <w:rsid w:val="00E52CD1"/>
    <w:rsid w:val="00E56B55"/>
    <w:rsid w:val="00E7436A"/>
    <w:rsid w:val="00EA1548"/>
    <w:rsid w:val="00EB1894"/>
    <w:rsid w:val="00ED18E9"/>
    <w:rsid w:val="00ED38CF"/>
    <w:rsid w:val="00EE326E"/>
    <w:rsid w:val="00EF0F8D"/>
    <w:rsid w:val="00EF1FCD"/>
    <w:rsid w:val="00EF28E5"/>
    <w:rsid w:val="00EF721B"/>
    <w:rsid w:val="00F01CDD"/>
    <w:rsid w:val="00F06EF9"/>
    <w:rsid w:val="00F123B3"/>
    <w:rsid w:val="00F13865"/>
    <w:rsid w:val="00F20936"/>
    <w:rsid w:val="00F21E55"/>
    <w:rsid w:val="00F264C1"/>
    <w:rsid w:val="00F35CB4"/>
    <w:rsid w:val="00F46D7A"/>
    <w:rsid w:val="00F51B83"/>
    <w:rsid w:val="00F654E6"/>
    <w:rsid w:val="00F82550"/>
    <w:rsid w:val="00F85337"/>
    <w:rsid w:val="00F93CC9"/>
    <w:rsid w:val="00F94819"/>
    <w:rsid w:val="00F957B6"/>
    <w:rsid w:val="00FA20EB"/>
    <w:rsid w:val="00FB02B4"/>
    <w:rsid w:val="00FB160D"/>
    <w:rsid w:val="00FD1AAD"/>
    <w:rsid w:val="00FD38AA"/>
    <w:rsid w:val="00FD3C46"/>
    <w:rsid w:val="00FE7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FE91A304-2A41-43C2-A385-1BD7F7626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BB8"/>
  </w:style>
  <w:style w:type="paragraph" w:styleId="Heading1">
    <w:name w:val="heading 1"/>
    <w:basedOn w:val="Normal"/>
    <w:next w:val="Normal"/>
    <w:qFormat/>
    <w:rsid w:val="00200BB8"/>
    <w:pPr>
      <w:keepNext/>
      <w:outlineLvl w:val="0"/>
    </w:pPr>
    <w:rPr>
      <w:sz w:val="24"/>
    </w:rPr>
  </w:style>
  <w:style w:type="paragraph" w:styleId="Heading2">
    <w:name w:val="heading 2"/>
    <w:basedOn w:val="Normal"/>
    <w:next w:val="Normal"/>
    <w:qFormat/>
    <w:rsid w:val="00200BB8"/>
    <w:pPr>
      <w:keepNext/>
      <w:jc w:val="center"/>
      <w:outlineLvl w:val="1"/>
    </w:pPr>
    <w:rPr>
      <w:sz w:val="24"/>
    </w:rPr>
  </w:style>
  <w:style w:type="paragraph" w:styleId="Heading3">
    <w:name w:val="heading 3"/>
    <w:basedOn w:val="Normal"/>
    <w:next w:val="Normal"/>
    <w:qFormat/>
    <w:rsid w:val="00200BB8"/>
    <w:pPr>
      <w:keepNext/>
      <w:jc w:val="center"/>
      <w:outlineLvl w:val="2"/>
    </w:pPr>
    <w:rPr>
      <w:rFonts w:ascii="Courier New" w:hAnsi="Courier New" w:cs="Courier New"/>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200BB8"/>
    <w:rPr>
      <w:snapToGrid w:val="0"/>
      <w:sz w:val="24"/>
    </w:rPr>
  </w:style>
  <w:style w:type="paragraph" w:styleId="BodyText">
    <w:name w:val="Body Text"/>
    <w:basedOn w:val="Normal"/>
    <w:rsid w:val="00200BB8"/>
    <w:rPr>
      <w:sz w:val="24"/>
    </w:rPr>
  </w:style>
  <w:style w:type="paragraph" w:styleId="BalloonText">
    <w:name w:val="Balloon Text"/>
    <w:basedOn w:val="Normal"/>
    <w:semiHidden/>
    <w:rsid w:val="003F43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SOffice\Templates\lb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DCDDB-10D8-45BE-AAA3-1F78155B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lbg.dot</Template>
  <TotalTime>96</TotalTime>
  <Pages>1</Pages>
  <Words>166</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USMC</Company>
  <LinksUpToDate>false</LinksUpToDate>
  <CharactersWithSpaces>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B. Mooring</dc:creator>
  <cp:lastModifiedBy>Morris CIV Jacqueline</cp:lastModifiedBy>
  <cp:revision>4</cp:revision>
  <cp:lastPrinted>2013-03-06T16:27:00Z</cp:lastPrinted>
  <dcterms:created xsi:type="dcterms:W3CDTF">2019-11-14T19:07:00Z</dcterms:created>
  <dcterms:modified xsi:type="dcterms:W3CDTF">2019-11-14T21:02:00Z</dcterms:modified>
</cp:coreProperties>
</file>